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8C" w:rsidRPr="00703FBB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3F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DC2126"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 w:rsidRPr="00703FB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пояснительной записке</w:t>
      </w:r>
    </w:p>
    <w:p w:rsidR="00022DAC" w:rsidRPr="00703FBB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A22CC" w:rsidRPr="00703FBB" w:rsidRDefault="00CA22CC" w:rsidP="00DD1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Прирост</w:t>
      </w:r>
      <w:proofErr w:type="gramStart"/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(+), </w:t>
      </w:r>
      <w:proofErr w:type="gramEnd"/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снижение (-) расходов бюджета Ханты-Мансийского автономного округа – Югры на 20</w:t>
      </w:r>
      <w:r w:rsidR="005C7D96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-20</w:t>
      </w:r>
      <w:r w:rsidR="005C7D96"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годы </w:t>
      </w:r>
    </w:p>
    <w:p w:rsidR="00446CFE" w:rsidRPr="00703FBB" w:rsidRDefault="00CA22CC" w:rsidP="00DD1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сравнению </w:t>
      </w:r>
      <w:r w:rsidR="00227DA7"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 </w:t>
      </w:r>
      <w:r w:rsidRPr="00703FB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предыдущим годом в разрезе разделов, подраздело</w:t>
      </w:r>
      <w:r w:rsidR="00A02F7D">
        <w:rPr>
          <w:rFonts w:ascii="Times New Roman" w:eastAsia="Times New Roman" w:hAnsi="Times New Roman" w:cs="Times New Roman"/>
          <w:b/>
          <w:bCs/>
          <w:sz w:val="24"/>
          <w:szCs w:val="24"/>
        </w:rPr>
        <w:t>в классификации расходов бюджетов</w:t>
      </w:r>
    </w:p>
    <w:p w:rsidR="00022DAC" w:rsidRPr="00703FBB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2DAC" w:rsidRPr="00703FBB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3FBB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3"/>
        <w:gridCol w:w="425"/>
        <w:gridCol w:w="567"/>
        <w:gridCol w:w="1417"/>
        <w:gridCol w:w="1418"/>
        <w:gridCol w:w="1417"/>
        <w:gridCol w:w="1418"/>
        <w:gridCol w:w="1417"/>
        <w:gridCol w:w="1418"/>
        <w:gridCol w:w="1276"/>
        <w:gridCol w:w="1275"/>
      </w:tblGrid>
      <w:tr w:rsidR="003779DE" w:rsidRPr="003779DE" w:rsidTr="00FD2A48">
        <w:trPr>
          <w:trHeight w:val="20"/>
        </w:trPr>
        <w:tc>
          <w:tcPr>
            <w:tcW w:w="3843" w:type="dxa"/>
            <w:vMerge w:val="restart"/>
            <w:shd w:val="clear" w:color="auto" w:fill="auto"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3779DE" w:rsidRPr="003779DE" w:rsidRDefault="003779DE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год </w:t>
            </w: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(отчет)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3D6571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год (</w:t>
            </w: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утверждено законом</w:t>
            </w:r>
            <w:r w:rsidR="003D6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End"/>
          </w:p>
          <w:p w:rsidR="003779DE" w:rsidRPr="003779DE" w:rsidRDefault="00263BF5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r w:rsid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3D6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="003D6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оз</w:t>
            </w:r>
            <w:proofErr w:type="spellEnd"/>
            <w:r w:rsidR="003D6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от </w:t>
            </w:r>
            <w:proofErr w:type="spellStart"/>
            <w:r w:rsid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  <w:r w:rsidR="003D6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  <w:r w:rsidR="003D6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.20</w:t>
            </w:r>
            <w:r w:rsid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  <w:r w:rsidR="003D6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</w:t>
            </w:r>
            <w:proofErr w:type="spellEnd"/>
            <w:r w:rsidR="003D6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3779DE"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3779DE" w:rsidRPr="003779DE" w:rsidRDefault="003779DE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год </w:t>
            </w: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(проект)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3779DE" w:rsidRPr="003779DE" w:rsidRDefault="003779DE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год </w:t>
            </w: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(проект)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3779DE" w:rsidRPr="003779DE" w:rsidRDefault="003779DE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год </w:t>
            </w: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(проект)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прирост</w:t>
            </w:r>
            <w:proofErr w:type="gramStart"/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(+), </w:t>
            </w:r>
            <w:proofErr w:type="gramEnd"/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снижение (-)</w:t>
            </w:r>
          </w:p>
        </w:tc>
      </w:tr>
      <w:tr w:rsidR="006309A9" w:rsidRPr="003779DE" w:rsidTr="00FD2A48">
        <w:trPr>
          <w:trHeight w:val="20"/>
        </w:trPr>
        <w:tc>
          <w:tcPr>
            <w:tcW w:w="3843" w:type="dxa"/>
            <w:vMerge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779DE" w:rsidRPr="003779DE" w:rsidRDefault="003779DE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779DE" w:rsidRPr="003779DE" w:rsidRDefault="003779DE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3779DE" w:rsidRPr="003779DE" w:rsidRDefault="003779DE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  <w:r w:rsidRPr="003779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3779DE" w:rsidRPr="003779DE" w:rsidTr="00FD2A48">
        <w:trPr>
          <w:trHeight w:val="20"/>
        </w:trPr>
        <w:tc>
          <w:tcPr>
            <w:tcW w:w="3843" w:type="dxa"/>
            <w:shd w:val="clear" w:color="auto" w:fill="auto"/>
            <w:vAlign w:val="bottom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3779DE" w:rsidRPr="003779DE" w:rsidRDefault="003779DE" w:rsidP="00377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5C7D96" w:rsidRPr="005C7D96" w:rsidTr="00FD2A48">
        <w:tc>
          <w:tcPr>
            <w:tcW w:w="3843" w:type="dxa"/>
            <w:shd w:val="clear" w:color="auto" w:fill="auto"/>
            <w:vAlign w:val="bottom"/>
            <w:hideMark/>
          </w:tcPr>
          <w:p w:rsidR="005C7D96" w:rsidRPr="005C7D96" w:rsidRDefault="005C7D96" w:rsidP="005C7D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РАСХОДЫ - ВСЕГО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5C7D96" w:rsidRPr="005C7D96" w:rsidRDefault="005C7D96" w:rsidP="005C7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C7D96" w:rsidRPr="005C7D96" w:rsidRDefault="005C7D96" w:rsidP="005C7D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C7D96" w:rsidRPr="005C7D96" w:rsidRDefault="005C7D96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232 768 874,3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7D96" w:rsidRPr="005C7D96" w:rsidRDefault="005C7D96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236 553 770,3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C7D96" w:rsidRPr="005C7D96" w:rsidRDefault="005C7D96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248 846 112,5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7D96" w:rsidRPr="005C7D96" w:rsidRDefault="005C7D96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248 571 882,6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5C7D96" w:rsidRPr="005C7D96" w:rsidRDefault="005C7D96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253 703 601,8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C7D96" w:rsidRPr="005C7D96" w:rsidRDefault="005C7D96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12 292 342,2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5C7D96" w:rsidRPr="005C7D96" w:rsidRDefault="005C7D96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-274 229,9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5C7D96" w:rsidRPr="005C7D96" w:rsidRDefault="005C7D96" w:rsidP="005C7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C7D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5 131 719,2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9 498 237,5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12 345 246,7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9 825 967,4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14 215 262,1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20 522 763,4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-2 519 279,3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4 389 294,7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6 307 501,3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515 348,4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455 351,0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505 827,6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486 728,0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50 476,6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-19 099,6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780 157,4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654 084,4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730 911,5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730 911,5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730 911,5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76 827,1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366 725,4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471 255,5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502 314,6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502 339,4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503 902,3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1 562,9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410 380,0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398 994,9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436 442,7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436 442,5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436 442,5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109 890,0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114 045,4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126 501,3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311 731,1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126 501,3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12 455,9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185 229,8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-185 229,8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268 925,4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262 201,6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338 013,1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281 792,8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281 792,8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75 811,5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-56 220,3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7 043 527,3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9 376 230,3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6 572 668,4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10 852 028,6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17 343 196,8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-2 803 561,9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4 279 360,2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6 491 168,2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47 476,2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50 843,3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52 358,8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1 515,5</w:t>
            </w:r>
          </w:p>
        </w:tc>
      </w:tr>
    </w:tbl>
    <w:p w:rsidR="009E2370" w:rsidRDefault="009E2370"/>
    <w:tbl>
      <w:tblPr>
        <w:tblW w:w="158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43"/>
        <w:gridCol w:w="425"/>
        <w:gridCol w:w="567"/>
        <w:gridCol w:w="1417"/>
        <w:gridCol w:w="1418"/>
        <w:gridCol w:w="1417"/>
        <w:gridCol w:w="1418"/>
        <w:gridCol w:w="1417"/>
        <w:gridCol w:w="1418"/>
        <w:gridCol w:w="1276"/>
        <w:gridCol w:w="1275"/>
      </w:tblGrid>
      <w:tr w:rsidR="009E2370" w:rsidRPr="003779DE" w:rsidTr="009E2370">
        <w:trPr>
          <w:trHeight w:val="20"/>
          <w:tblHeader/>
        </w:trPr>
        <w:tc>
          <w:tcPr>
            <w:tcW w:w="3843" w:type="dxa"/>
            <w:shd w:val="clear" w:color="auto" w:fill="auto"/>
            <w:vAlign w:val="bottom"/>
            <w:hideMark/>
          </w:tcPr>
          <w:p w:rsidR="009E2370" w:rsidRPr="003779DE" w:rsidRDefault="009E2370" w:rsidP="00D1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9E2370" w:rsidRPr="003779DE" w:rsidRDefault="009E2370" w:rsidP="00D1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E2370" w:rsidRPr="003779DE" w:rsidRDefault="009E2370" w:rsidP="00D1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E2370" w:rsidRPr="003779DE" w:rsidRDefault="009E2370" w:rsidP="00D1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E2370" w:rsidRPr="003779DE" w:rsidRDefault="009E2370" w:rsidP="00D1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2370" w:rsidRPr="003779DE" w:rsidRDefault="009E2370" w:rsidP="00D1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2370" w:rsidRPr="003779DE" w:rsidRDefault="009E2370" w:rsidP="00D1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E2370" w:rsidRPr="003779DE" w:rsidRDefault="009E2370" w:rsidP="00D1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E2370" w:rsidRPr="003779DE" w:rsidRDefault="009E2370" w:rsidP="00D1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9E2370" w:rsidRPr="003779DE" w:rsidRDefault="009E2370" w:rsidP="00D1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9E2370" w:rsidRPr="003779DE" w:rsidRDefault="009E2370" w:rsidP="00D1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779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bookmarkEnd w:id="0"/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47 476,2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50 843,3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52 358,8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1 515,5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3 121 488,8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2 934 045,1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3 120 321,5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3 183 509,8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3 054 251,9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186 276,4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63 188,3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-129 257,9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Органы юстиции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202 120,3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201 287,7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192 358,2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189 886,5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194 893,6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-8 929,5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-2 471,7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5 007,1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451 568,6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471 527,5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503 800,8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504 055,8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504 203,8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32 273,3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2 301 038,7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2 150 021,9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2 292 900,9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2 292 645,9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2 292 497,9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142 879,0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-148,0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Миграционная политика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10 886,7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11 051,7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255,0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158 883,3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100 321,3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120 464,9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186 124,9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51 604,9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20 143,6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65 660,0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-134 520,0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24 694 295,7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25 446 188,8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24 841 578,9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23 737 985,2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22 552 513,4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-604 609,9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-1 103 593,7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-1 185 471,8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859 260,6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978 454,0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957 563,6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960 690,2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964 955,3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-20 890,4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3 126,6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4 265,1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Воспроизводство минерально-сырьевой базы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281 731,7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368 803,9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-25 699,2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1 931 179,6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1 634 300,4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1 683 855,2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1 647 419,3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1 648 592,4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49 554,8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-36 435,9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1 173,1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Водное хозяйство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8 677,0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8 895,6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9 504,0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9 504,0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-666,3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Лесное хозяйство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1 352 247,9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1 466 464,5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1 543 144,6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1 429 436,4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1 475 813,4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76 680,1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-113 708,2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46 377,0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1 511 210,4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1 490 268,7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1 509 251,3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1 456 595,3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1 386 595,3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18 982,6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-52 656,0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-70 000,0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12 879 222,2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15 282 262,6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14 782 379,1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14 480 503,7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13 248 333,0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-499 883,5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-301 875,4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-1 232 170,7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и информатика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1 591 979,1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1 466 302,6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1 636 115,6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1 140 320,1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1 060 216,6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169 813,0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-495 795,5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-80 103,5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4 278 787,0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2 747 436,5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2 368 994,5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2 270 411,5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2 415 398,7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-378 442,0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-98 583,0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144 987,2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25 248 354,0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15 797 488,4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14 371 247,0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13 863 651,5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13 546 321,4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-1 426 241,4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-507 595,5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-317 330,1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16 688 093,4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8 367 162,1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7 051 997,0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6 474 863,7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6 324 054,9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-1 315 165,1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-577 133,3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-150 808,8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2 821 539,1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2 606 694,1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2 645 181,1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2 637 100,3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2 282 547,6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38 487,0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-8 080,8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-354 552,7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485 344,8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500 198,8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813 965,2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466 165,2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486 022,6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313 766,4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-347 800,0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19 857,4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Другие вопросы в области </w:t>
            </w:r>
            <w:proofErr w:type="gramStart"/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жилищно-коммунального</w:t>
            </w:r>
            <w:proofErr w:type="gramEnd"/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хозяйства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5 253 376,7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4 323 433,4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3 860 103,7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4 285 522,3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4 453 696,3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-463 329,7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425 418,6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168 174,0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533 574,9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809 971,2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1 240 778,8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1 030 861,0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583 264,0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430 807,6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-209 917,8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-447 597,0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226 370,2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221 482,3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225 929,2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226 681,4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232 584,4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5 903,0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300 254,3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580 288,9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1 006 649,6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795 979,6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342 479,6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426 360,7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-210 670,0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-453 500,0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61 866 536,0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72 357 429,6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80 363 231,8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77 601 138,7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76 589 281,9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8 005 802,2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-2 762 093,1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-1 011 856,8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939 360,9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1 758 275,1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2 747 429,1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1 951 295,4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702 511,3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989 154,0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-796 133,7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-1 248 784,1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5 814 015,3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7 822 817,6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11 365 458,0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11 797 370,5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13 454 657,7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3 542 640,4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431 912,5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1 657 287,2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841 248,2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379 145,2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311 014,3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507 459,2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630 745,5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-68 130,9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196 444,9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123 286,3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Среднее профессиональное образование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5 037 854,5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5 345 584,7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5 388 585,0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5 487 577,1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4 872 086,3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43 000,3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98 992,1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-615 490,8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89 189,9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52 194,8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44 782,9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102 909,9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69 479,5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-7 411,9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58 127,0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-33 430,4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Высшее образование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2 732 492,3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3 066 048,0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3 396 090,9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3 408 969,1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3 452 977,4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330 042,9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12 878,2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44 008,3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878 003,5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827 398,9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2 040 848,8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1 672 831,1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871 599,4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1 213 449,9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-368 017,7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-801 231,7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Прикладные научные исследования в области образования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208 595,3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223 782,2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236 624,9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83 609,4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83 609,4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12 842,7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-153 015,5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45 325 776,2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52 882 183,1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54 832 397,9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52 589 117,0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52 451 615,4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1 950 214,8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-2 243 280,9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-137 501,6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3 607 138,1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2 104 430,9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2 328 273,4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2 261 211,9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2 304 214,5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223 842,5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-67 061,5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43 002,6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3 385 642,7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1 894 630,9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2 104 728,0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2 036 691,2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2 078 868,6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210 097,1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-68 036,8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42 177,4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Кинематография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59 828,6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51 521,4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50 958,0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51 418,0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51 728,0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161 666,8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158 278,6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172 587,4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173 102,7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173 617,9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14 308,8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515,2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39 189 006,3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44 150 633,0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45 569 199,7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45 994 512,5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44 869 529,8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1 418 566,7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425 312,8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-1 124 982,7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Стационарная медицинская помощь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14 838 430,2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14 169 024,4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15 665 272,4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15 607 908,8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15 349 006,0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1 496 248,0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-57 363,6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-258 902,8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Амбулаторная помощь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9 743 136,6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10 296 246,7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11 393 794,7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11 211 311,6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11 172 118,4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1 097 548,0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-182 483,1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-39 193,2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Медицинская помощь в дневных стационарах всех типов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399 080,4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437 304,5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-1 618,5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Скорая медицинская помощь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630 628,2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714 607,1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880 377,6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888 722,4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897 567,6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165 770,5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8 344,8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8 845,2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Санаторно-оздоровительная помощь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439 951,5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452 778,4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814 135,3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859 262,3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1 051 494,5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1 042 765,7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1 043 765,7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192 232,2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-8 728,8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здравоохранения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12 323 644,1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17 221 409,6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15 659 796,1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16 325 339,6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15 488 607,7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-1 561 613,5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665 543,5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-836 731,9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47 000 431,1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42 180 813,6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44 797 723,7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45 104 014,4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46 678 518,6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2 616 910,1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306 290,7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1 574 504,2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5 295 446,0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909 149,7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1 043 140,7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1 026 466,2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2 065 281,5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133 991,0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-16 674,5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1 038 815,3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6 262 901,3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6 526 259,2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6 648 518,6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6 640 949,7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6 637 079,2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122 259,4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-7 568,9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-3 870,5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27 130 923,8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20 157 283,2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20 475 618,7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20 944 903,5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21 437 609,0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318 335,5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469 284,8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492 705,5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6 956 300,5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13 035 326,5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14 936 836,7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14 909 019,7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14 956 374,1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1 901 510,2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-27 817,0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47 354,4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1 354 859,6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1 552 795,0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1 693 609,0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1 582 675,3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1 582 174,8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140 814,0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-110 933,7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-500,5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4 719 437,9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3 874 828,6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7 510 493,5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4 120 971,8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3 657 559,8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3 635 664,9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-3 389 521,7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-463 412,0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80 324,4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87 509,4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73 750,7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73 750,7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75 304,1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-13 758,7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1 553,4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439 970,8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153 768,2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2 533 211,1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501 115,8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18 121,1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2 379 442,9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-2 032 095,3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-482 994,7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Спорт высших достижений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4 162 652,4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3 596 733,6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4 861 184,8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3 503 758,4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3 521 787,7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1 264 451,2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-1 357 426,4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18 029,3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36 490,3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36 817,4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665 274,0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632 103,3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767 365,2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683 628,9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655 049,8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135 261,9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-83 736,3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-28 579,1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Телевидение и радиовещание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448 306,2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423 937,3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Периодическая печать и издательства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21 734,2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22 203,9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195 233,5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185 962,1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309 643,4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225 907,1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197 328,0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123 681,3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-83 736,3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-28 579,1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1 567 747,8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2 898 529,8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2 437 830,8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2 876 554,1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3 937 362,0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-460 699,0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438 723,3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1 060 807,9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1 567 747,8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2 898 529,8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2 437 830,8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2 876 554,1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3 937 362,0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-460 699,0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438 723,3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1 060 807,9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11 009 876,1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10 971 972,1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11 621 724,3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13 847 737,4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14 700 612,5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649 752,2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2 226 013,1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852 875,1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5 780 907,8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6 552 631,3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7 205 863,1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9 295 068,7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9 653 789,8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653 231,8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2 089 205,6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358 721,1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Иные дотации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2 687 514,7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2 500 000,0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2 384 403,8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2 458 802,0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2 877 694,1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-115 596,2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74 398,2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418 892,1</w:t>
            </w:r>
          </w:p>
        </w:tc>
      </w:tr>
      <w:tr w:rsidR="009E2370" w:rsidRPr="009E2370" w:rsidTr="009E23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E2370" w:rsidRPr="009E2370" w:rsidRDefault="009E2370" w:rsidP="009E2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2 541 453,6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1 919 340,8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2 031 457,4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2 093 866,7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2 169 128,6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112 116,6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62 409,3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2370" w:rsidRPr="009E2370" w:rsidRDefault="009E2370" w:rsidP="009E2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E237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75 261,9</w:t>
            </w:r>
          </w:p>
        </w:tc>
      </w:tr>
    </w:tbl>
    <w:p w:rsidR="009E2370" w:rsidRDefault="009E2370"/>
    <w:sectPr w:rsidR="009E2370" w:rsidSect="009D4FF3">
      <w:headerReference w:type="default" r:id="rId8"/>
      <w:pgSz w:w="16838" w:h="11906" w:orient="landscape" w:code="9"/>
      <w:pgMar w:top="1134" w:right="567" w:bottom="851" w:left="567" w:header="567" w:footer="567" w:gutter="0"/>
      <w:pgNumType w:start="19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D96" w:rsidRDefault="005C7D96" w:rsidP="00DD15BD">
      <w:pPr>
        <w:spacing w:after="0" w:line="240" w:lineRule="auto"/>
      </w:pPr>
      <w:r>
        <w:separator/>
      </w:r>
    </w:p>
  </w:endnote>
  <w:endnote w:type="continuationSeparator" w:id="0">
    <w:p w:rsidR="005C7D96" w:rsidRDefault="005C7D96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D96" w:rsidRDefault="005C7D96" w:rsidP="00DD15BD">
      <w:pPr>
        <w:spacing w:after="0" w:line="240" w:lineRule="auto"/>
      </w:pPr>
      <w:r>
        <w:separator/>
      </w:r>
    </w:p>
  </w:footnote>
  <w:footnote w:type="continuationSeparator" w:id="0">
    <w:p w:rsidR="005C7D96" w:rsidRDefault="005C7D96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852183233"/>
      <w:docPartObj>
        <w:docPartGallery w:val="Page Numbers (Top of Page)"/>
        <w:docPartUnique/>
      </w:docPartObj>
    </w:sdtPr>
    <w:sdtEndPr/>
    <w:sdtContent>
      <w:p w:rsidR="005C7D96" w:rsidRPr="000622F1" w:rsidRDefault="005C7D96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0622F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622F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622F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2370">
          <w:rPr>
            <w:rFonts w:ascii="Times New Roman" w:hAnsi="Times New Roman" w:cs="Times New Roman"/>
            <w:noProof/>
            <w:sz w:val="24"/>
            <w:szCs w:val="24"/>
          </w:rPr>
          <w:t>1926</w:t>
        </w:r>
        <w:r w:rsidRPr="000622F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21275"/>
    <w:rsid w:val="00022DAC"/>
    <w:rsid w:val="000622F1"/>
    <w:rsid w:val="00070970"/>
    <w:rsid w:val="000A0568"/>
    <w:rsid w:val="000A5346"/>
    <w:rsid w:val="000B6854"/>
    <w:rsid w:val="00104500"/>
    <w:rsid w:val="001778C5"/>
    <w:rsid w:val="001B7EC1"/>
    <w:rsid w:val="001F3019"/>
    <w:rsid w:val="00210B16"/>
    <w:rsid w:val="00227DA7"/>
    <w:rsid w:val="0023345E"/>
    <w:rsid w:val="00263BF5"/>
    <w:rsid w:val="00267EC9"/>
    <w:rsid w:val="00303528"/>
    <w:rsid w:val="003779DE"/>
    <w:rsid w:val="00385870"/>
    <w:rsid w:val="00392548"/>
    <w:rsid w:val="003C506A"/>
    <w:rsid w:val="003D31E0"/>
    <w:rsid w:val="003D6571"/>
    <w:rsid w:val="00404C0E"/>
    <w:rsid w:val="0040538C"/>
    <w:rsid w:val="00406286"/>
    <w:rsid w:val="00446CFE"/>
    <w:rsid w:val="004B0895"/>
    <w:rsid w:val="005553EA"/>
    <w:rsid w:val="005C71C3"/>
    <w:rsid w:val="005C7D96"/>
    <w:rsid w:val="0061357C"/>
    <w:rsid w:val="006309A9"/>
    <w:rsid w:val="00675BD4"/>
    <w:rsid w:val="00692F96"/>
    <w:rsid w:val="006F23D0"/>
    <w:rsid w:val="006F5EF7"/>
    <w:rsid w:val="00703FBB"/>
    <w:rsid w:val="00757005"/>
    <w:rsid w:val="007B392C"/>
    <w:rsid w:val="007C1252"/>
    <w:rsid w:val="008140C0"/>
    <w:rsid w:val="00832234"/>
    <w:rsid w:val="00867FE0"/>
    <w:rsid w:val="008854BF"/>
    <w:rsid w:val="00903F1E"/>
    <w:rsid w:val="0093726D"/>
    <w:rsid w:val="009C3421"/>
    <w:rsid w:val="009C5980"/>
    <w:rsid w:val="009D4FF3"/>
    <w:rsid w:val="009E2370"/>
    <w:rsid w:val="00A02F7D"/>
    <w:rsid w:val="00A12EDF"/>
    <w:rsid w:val="00B04E70"/>
    <w:rsid w:val="00C059C6"/>
    <w:rsid w:val="00C40AB0"/>
    <w:rsid w:val="00C42E1E"/>
    <w:rsid w:val="00C56906"/>
    <w:rsid w:val="00C8059C"/>
    <w:rsid w:val="00CA22CC"/>
    <w:rsid w:val="00D37412"/>
    <w:rsid w:val="00D50C70"/>
    <w:rsid w:val="00D634EE"/>
    <w:rsid w:val="00DB582D"/>
    <w:rsid w:val="00DC2126"/>
    <w:rsid w:val="00DD15BD"/>
    <w:rsid w:val="00DD6CCA"/>
    <w:rsid w:val="00E03D74"/>
    <w:rsid w:val="00E27DFE"/>
    <w:rsid w:val="00E50B56"/>
    <w:rsid w:val="00E57CF2"/>
    <w:rsid w:val="00EA6864"/>
    <w:rsid w:val="00EB0B43"/>
    <w:rsid w:val="00F647C6"/>
    <w:rsid w:val="00F71A1E"/>
    <w:rsid w:val="00F77FAB"/>
    <w:rsid w:val="00FB4598"/>
    <w:rsid w:val="00FD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"/>
    <w:rsid w:val="003779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"/>
    <w:rsid w:val="003779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D5959-8B1C-406E-B8E9-7A137AD10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25</TotalTime>
  <Pages>4</Pages>
  <Words>1671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Шубная  Юлия  Петровна</cp:lastModifiedBy>
  <cp:revision>6</cp:revision>
  <cp:lastPrinted>2016-10-05T05:29:00Z</cp:lastPrinted>
  <dcterms:created xsi:type="dcterms:W3CDTF">2019-10-08T09:35:00Z</dcterms:created>
  <dcterms:modified xsi:type="dcterms:W3CDTF">2019-10-21T10:13:00Z</dcterms:modified>
</cp:coreProperties>
</file>